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21" w:rsidRDefault="002B6321" w:rsidP="002716CE">
      <w:pPr>
        <w:jc w:val="center"/>
      </w:pPr>
      <w:r w:rsidRPr="004D29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5.75pt;height:101.25pt;visibility:visible">
            <v:imagedata r:id="rId7" o:title="" gain="142470f" blacklevel="-7864f"/>
          </v:shape>
        </w:pict>
      </w:r>
    </w:p>
    <w:p w:rsidR="002B6321" w:rsidRDefault="002B6321" w:rsidP="002716CE">
      <w:pPr>
        <w:pStyle w:val="Heading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B6321" w:rsidRDefault="002B6321" w:rsidP="002716CE">
      <w:pPr>
        <w:pStyle w:val="Heading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B6321" w:rsidRDefault="002B6321" w:rsidP="002716CE">
      <w:pPr>
        <w:pStyle w:val="Heading1"/>
      </w:pPr>
      <w:r>
        <w:t>(третьего созыва)</w:t>
      </w:r>
    </w:p>
    <w:p w:rsidR="002B6321" w:rsidRDefault="002B6321" w:rsidP="002716CE">
      <w:pPr>
        <w:rPr>
          <w:sz w:val="24"/>
        </w:rPr>
      </w:pPr>
    </w:p>
    <w:p w:rsidR="002B6321" w:rsidRDefault="002B6321" w:rsidP="006624ED">
      <w:pPr>
        <w:pStyle w:val="Heading2"/>
        <w:rPr>
          <w:b w:val="0"/>
          <w:bCs w:val="0"/>
          <w:sz w:val="24"/>
        </w:rPr>
      </w:pPr>
      <w:r>
        <w:t>Р Е Ш Е Н И Е</w:t>
      </w:r>
    </w:p>
    <w:p w:rsidR="002B6321" w:rsidRDefault="002B6321" w:rsidP="002716CE">
      <w:pPr>
        <w:jc w:val="center"/>
        <w:rPr>
          <w:sz w:val="28"/>
        </w:rPr>
      </w:pPr>
      <w:r>
        <w:rPr>
          <w:sz w:val="28"/>
        </w:rPr>
        <w:t>г. Щигры</w:t>
      </w:r>
    </w:p>
    <w:p w:rsidR="002B6321" w:rsidRPr="00901902" w:rsidRDefault="002B6321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2B6321" w:rsidRPr="003F62A3" w:rsidRDefault="002B6321" w:rsidP="00AA5574">
      <w:pPr>
        <w:pStyle w:val="Heading3"/>
      </w:pPr>
      <w:r>
        <w:t>от 21 мая 2018г.                                                                                                № 344-3-ПС</w:t>
      </w:r>
    </w:p>
    <w:p w:rsidR="002B6321" w:rsidRDefault="002B6321" w:rsidP="004401E8"/>
    <w:p w:rsidR="002B6321" w:rsidRDefault="002B632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2B6321" w:rsidRDefault="002B632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2B6321" w:rsidRDefault="002B632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2B6321" w:rsidRDefault="002B632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«Касиновский сельсовет» </w:t>
      </w:r>
    </w:p>
    <w:p w:rsidR="002B6321" w:rsidRDefault="002B6321" w:rsidP="008702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2B6321" w:rsidRDefault="002B6321" w:rsidP="008702A0">
      <w:pPr>
        <w:jc w:val="both"/>
        <w:rPr>
          <w:b/>
          <w:sz w:val="24"/>
          <w:szCs w:val="24"/>
        </w:rPr>
      </w:pPr>
    </w:p>
    <w:p w:rsidR="002B6321" w:rsidRDefault="002B6321" w:rsidP="008702A0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«Касиновский сельсовет» Щигровского района Курской области», Представительное Собрание Щигровского района Курской области Решило:</w:t>
      </w:r>
    </w:p>
    <w:p w:rsidR="002B6321" w:rsidRDefault="002B6321" w:rsidP="008702A0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2B6321" w:rsidRDefault="002B6321" w:rsidP="008702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Правила землепользования и застройки муниципального образования «Касиновский сельсовет» Щигровского района Курской области» утвержденные решением Представительного Собрания Щигровского района Курской области от 31 января 2017г. №212-3-ПС  в части изложения пояснительной записки в новой редакции.</w:t>
      </w:r>
    </w:p>
    <w:p w:rsidR="002B6321" w:rsidRDefault="002B6321" w:rsidP="008702A0">
      <w:pPr>
        <w:ind w:firstLine="851"/>
        <w:jc w:val="both"/>
        <w:rPr>
          <w:sz w:val="24"/>
          <w:szCs w:val="24"/>
        </w:rPr>
      </w:pPr>
    </w:p>
    <w:p w:rsidR="002B6321" w:rsidRDefault="002B6321" w:rsidP="008702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2B6321" w:rsidRPr="00D032DE" w:rsidRDefault="002B6321" w:rsidP="001B23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6321" w:rsidRDefault="002B6321" w:rsidP="005B188E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2B6321" w:rsidRDefault="002B6321" w:rsidP="005B188E">
      <w:pPr>
        <w:pStyle w:val="BodyText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  <w:t>Ю.М. Степанов</w:t>
      </w:r>
    </w:p>
    <w:p w:rsidR="002B6321" w:rsidRDefault="002B6321" w:rsidP="002536F4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2B6321" w:rsidRDefault="002B6321" w:rsidP="002536F4">
      <w:pPr>
        <w:pStyle w:val="BodyText"/>
        <w:rPr>
          <w:sz w:val="24"/>
          <w:szCs w:val="24"/>
        </w:rPr>
      </w:pPr>
    </w:p>
    <w:p w:rsidR="002B6321" w:rsidRPr="009D3992" w:rsidRDefault="002B6321" w:rsidP="002536F4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Г</w:t>
      </w:r>
      <w:r w:rsidRPr="009D3992">
        <w:rPr>
          <w:sz w:val="24"/>
          <w:szCs w:val="24"/>
        </w:rPr>
        <w:t>лава Щигровского района</w:t>
      </w:r>
    </w:p>
    <w:p w:rsidR="002B6321" w:rsidRDefault="002B6321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>
        <w:rPr>
          <w:sz w:val="24"/>
          <w:szCs w:val="24"/>
        </w:rPr>
        <w:t>Ю.И. Астахов</w:t>
      </w:r>
    </w:p>
    <w:p w:rsidR="002B6321" w:rsidRDefault="002B6321" w:rsidP="00D032DE">
      <w:pPr>
        <w:jc w:val="right"/>
      </w:pPr>
    </w:p>
    <w:p w:rsidR="002B6321" w:rsidRDefault="002B6321" w:rsidP="00393F10">
      <w:r>
        <w:t>г. Щигры</w:t>
      </w:r>
    </w:p>
    <w:p w:rsidR="002B6321" w:rsidRDefault="002B6321" w:rsidP="00393F10">
      <w:r>
        <w:t>21</w:t>
      </w:r>
      <w:bookmarkStart w:id="0" w:name="_GoBack"/>
      <w:bookmarkEnd w:id="0"/>
      <w:r>
        <w:t xml:space="preserve"> мая 2018г.</w:t>
      </w:r>
    </w:p>
    <w:p w:rsidR="002B6321" w:rsidRPr="00D032DE" w:rsidRDefault="002B6321" w:rsidP="005956ED">
      <w:pPr>
        <w:rPr>
          <w:sz w:val="24"/>
          <w:szCs w:val="24"/>
        </w:rPr>
      </w:pPr>
      <w:r>
        <w:t>№ 344-3-ПС</w:t>
      </w:r>
    </w:p>
    <w:sectPr w:rsidR="002B6321" w:rsidRPr="00D032DE" w:rsidSect="00135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321" w:rsidRDefault="002B6321">
      <w:r>
        <w:separator/>
      </w:r>
    </w:p>
  </w:endnote>
  <w:endnote w:type="continuationSeparator" w:id="0">
    <w:p w:rsidR="002B6321" w:rsidRDefault="002B6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>Представительное Собрание Щигровского района Курской области                                      Решение № 298-3-ПС</w:t>
    </w:r>
  </w:p>
  <w:p w:rsidR="002B6321" w:rsidRPr="00135FE7" w:rsidRDefault="002B6321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06 декабря </w:t>
    </w:r>
    <w:smartTag w:uri="urn:schemas-microsoft-com:office:smarttags" w:element="metricconverter">
      <w:smartTagPr>
        <w:attr w:name="ProductID" w:val="2017 г"/>
      </w:smartTagPr>
      <w:r>
        <w:rPr>
          <w:sz w:val="20"/>
          <w:szCs w:val="20"/>
          <w:lang w:val="ru-RU"/>
        </w:rPr>
        <w:t>2017 г</w:t>
      </w:r>
    </w:smartTag>
    <w:r>
      <w:rPr>
        <w:sz w:val="20"/>
        <w:szCs w:val="20"/>
        <w:lang w:val="ru-RU"/>
      </w:rPr>
      <w:t>.</w:t>
    </w:r>
  </w:p>
  <w:p w:rsidR="002B6321" w:rsidRDefault="002B63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321" w:rsidRDefault="002B6321">
      <w:r>
        <w:separator/>
      </w:r>
    </w:p>
  </w:footnote>
  <w:footnote w:type="continuationSeparator" w:id="0">
    <w:p w:rsidR="002B6321" w:rsidRDefault="002B6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6321" w:rsidRDefault="002B63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B6321" w:rsidRDefault="002B632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1" w:rsidRDefault="002B63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6CE"/>
    <w:rsid w:val="00004F59"/>
    <w:rsid w:val="00016B58"/>
    <w:rsid w:val="00032A89"/>
    <w:rsid w:val="00033011"/>
    <w:rsid w:val="00040959"/>
    <w:rsid w:val="000474A5"/>
    <w:rsid w:val="00050F5D"/>
    <w:rsid w:val="00065931"/>
    <w:rsid w:val="00067772"/>
    <w:rsid w:val="00072BA9"/>
    <w:rsid w:val="0008758F"/>
    <w:rsid w:val="000909BC"/>
    <w:rsid w:val="00090A7B"/>
    <w:rsid w:val="00090B55"/>
    <w:rsid w:val="00090C07"/>
    <w:rsid w:val="00095853"/>
    <w:rsid w:val="000965E2"/>
    <w:rsid w:val="000A1593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5CDF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60D"/>
    <w:rsid w:val="002240CB"/>
    <w:rsid w:val="0022656D"/>
    <w:rsid w:val="00227393"/>
    <w:rsid w:val="002336C3"/>
    <w:rsid w:val="00233ACF"/>
    <w:rsid w:val="00236004"/>
    <w:rsid w:val="00236739"/>
    <w:rsid w:val="00242238"/>
    <w:rsid w:val="00243453"/>
    <w:rsid w:val="002536F4"/>
    <w:rsid w:val="00254E14"/>
    <w:rsid w:val="00263787"/>
    <w:rsid w:val="00267061"/>
    <w:rsid w:val="002716CE"/>
    <w:rsid w:val="00271D9C"/>
    <w:rsid w:val="00274FDB"/>
    <w:rsid w:val="00280002"/>
    <w:rsid w:val="00294DC7"/>
    <w:rsid w:val="002A25AD"/>
    <w:rsid w:val="002B541F"/>
    <w:rsid w:val="002B6321"/>
    <w:rsid w:val="002C2B72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20D6B"/>
    <w:rsid w:val="00321680"/>
    <w:rsid w:val="00322218"/>
    <w:rsid w:val="00322B1A"/>
    <w:rsid w:val="00323774"/>
    <w:rsid w:val="003527E4"/>
    <w:rsid w:val="00355D02"/>
    <w:rsid w:val="003602DD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A72F1"/>
    <w:rsid w:val="003B7864"/>
    <w:rsid w:val="003C464E"/>
    <w:rsid w:val="003D138A"/>
    <w:rsid w:val="003D6646"/>
    <w:rsid w:val="003D69FE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7B3"/>
    <w:rsid w:val="004B2E51"/>
    <w:rsid w:val="004B40CD"/>
    <w:rsid w:val="004C7328"/>
    <w:rsid w:val="004D2922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236F4"/>
    <w:rsid w:val="00524979"/>
    <w:rsid w:val="00532146"/>
    <w:rsid w:val="00533432"/>
    <w:rsid w:val="005420DF"/>
    <w:rsid w:val="00546585"/>
    <w:rsid w:val="005612C3"/>
    <w:rsid w:val="00563CFE"/>
    <w:rsid w:val="00564177"/>
    <w:rsid w:val="00570232"/>
    <w:rsid w:val="00573432"/>
    <w:rsid w:val="00573925"/>
    <w:rsid w:val="00574C5B"/>
    <w:rsid w:val="005828CB"/>
    <w:rsid w:val="00584258"/>
    <w:rsid w:val="0058779F"/>
    <w:rsid w:val="00592C7B"/>
    <w:rsid w:val="0059499A"/>
    <w:rsid w:val="005956ED"/>
    <w:rsid w:val="005A0AD3"/>
    <w:rsid w:val="005A5CC9"/>
    <w:rsid w:val="005B188E"/>
    <w:rsid w:val="005B61EF"/>
    <w:rsid w:val="005B7076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486B"/>
    <w:rsid w:val="006B10F9"/>
    <w:rsid w:val="006B4D6F"/>
    <w:rsid w:val="006C0900"/>
    <w:rsid w:val="006C1DB8"/>
    <w:rsid w:val="006D62C7"/>
    <w:rsid w:val="006E0C7A"/>
    <w:rsid w:val="006F465A"/>
    <w:rsid w:val="006F7700"/>
    <w:rsid w:val="007168B4"/>
    <w:rsid w:val="00722E13"/>
    <w:rsid w:val="00723964"/>
    <w:rsid w:val="007245EC"/>
    <w:rsid w:val="00725F26"/>
    <w:rsid w:val="00742B4E"/>
    <w:rsid w:val="0074746E"/>
    <w:rsid w:val="007530C6"/>
    <w:rsid w:val="0076255F"/>
    <w:rsid w:val="007705A7"/>
    <w:rsid w:val="00774B65"/>
    <w:rsid w:val="00781764"/>
    <w:rsid w:val="00782C20"/>
    <w:rsid w:val="00787EFA"/>
    <w:rsid w:val="00793B66"/>
    <w:rsid w:val="00795CEE"/>
    <w:rsid w:val="007A1A96"/>
    <w:rsid w:val="007A4E05"/>
    <w:rsid w:val="007B0BDF"/>
    <w:rsid w:val="007C17CE"/>
    <w:rsid w:val="007C366D"/>
    <w:rsid w:val="007C7F6C"/>
    <w:rsid w:val="007E165A"/>
    <w:rsid w:val="007E5240"/>
    <w:rsid w:val="007F5BFE"/>
    <w:rsid w:val="00800C38"/>
    <w:rsid w:val="00800D9C"/>
    <w:rsid w:val="0080589D"/>
    <w:rsid w:val="008120B3"/>
    <w:rsid w:val="008238D3"/>
    <w:rsid w:val="008503A1"/>
    <w:rsid w:val="00853D79"/>
    <w:rsid w:val="00854D5F"/>
    <w:rsid w:val="00855942"/>
    <w:rsid w:val="00855B6A"/>
    <w:rsid w:val="0086686D"/>
    <w:rsid w:val="008702A0"/>
    <w:rsid w:val="0087397F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4D1A"/>
    <w:rsid w:val="009452CF"/>
    <w:rsid w:val="0095477F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B64D1"/>
    <w:rsid w:val="009B7A4E"/>
    <w:rsid w:val="009C4D4D"/>
    <w:rsid w:val="009C6EA3"/>
    <w:rsid w:val="009D3992"/>
    <w:rsid w:val="009D3E53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437E3"/>
    <w:rsid w:val="00A473AA"/>
    <w:rsid w:val="00A47B34"/>
    <w:rsid w:val="00A55215"/>
    <w:rsid w:val="00A7012C"/>
    <w:rsid w:val="00A8273C"/>
    <w:rsid w:val="00A84902"/>
    <w:rsid w:val="00A858F1"/>
    <w:rsid w:val="00A86BC9"/>
    <w:rsid w:val="00A8752C"/>
    <w:rsid w:val="00AA5574"/>
    <w:rsid w:val="00AB0494"/>
    <w:rsid w:val="00AB7064"/>
    <w:rsid w:val="00AB76D1"/>
    <w:rsid w:val="00AD1B19"/>
    <w:rsid w:val="00AD2BC7"/>
    <w:rsid w:val="00AD488D"/>
    <w:rsid w:val="00AD58B6"/>
    <w:rsid w:val="00AF056D"/>
    <w:rsid w:val="00AF6E4D"/>
    <w:rsid w:val="00B137CB"/>
    <w:rsid w:val="00B17A02"/>
    <w:rsid w:val="00B3154E"/>
    <w:rsid w:val="00B50E11"/>
    <w:rsid w:val="00B549EC"/>
    <w:rsid w:val="00B64264"/>
    <w:rsid w:val="00B660AE"/>
    <w:rsid w:val="00B67DA6"/>
    <w:rsid w:val="00B87A0B"/>
    <w:rsid w:val="00B91906"/>
    <w:rsid w:val="00B92F1A"/>
    <w:rsid w:val="00B93D60"/>
    <w:rsid w:val="00BA14CE"/>
    <w:rsid w:val="00BA3EC5"/>
    <w:rsid w:val="00BB3710"/>
    <w:rsid w:val="00BB671E"/>
    <w:rsid w:val="00BB6903"/>
    <w:rsid w:val="00BC11A4"/>
    <w:rsid w:val="00BC6670"/>
    <w:rsid w:val="00BD348C"/>
    <w:rsid w:val="00BE233D"/>
    <w:rsid w:val="00BE39A8"/>
    <w:rsid w:val="00BF4B43"/>
    <w:rsid w:val="00C024BC"/>
    <w:rsid w:val="00C04AEB"/>
    <w:rsid w:val="00C20314"/>
    <w:rsid w:val="00C22315"/>
    <w:rsid w:val="00C22F22"/>
    <w:rsid w:val="00C2317A"/>
    <w:rsid w:val="00C24163"/>
    <w:rsid w:val="00C253FA"/>
    <w:rsid w:val="00C25B36"/>
    <w:rsid w:val="00C272D2"/>
    <w:rsid w:val="00C35FA7"/>
    <w:rsid w:val="00C3710D"/>
    <w:rsid w:val="00C409C1"/>
    <w:rsid w:val="00C42227"/>
    <w:rsid w:val="00C441D0"/>
    <w:rsid w:val="00C54897"/>
    <w:rsid w:val="00C54E31"/>
    <w:rsid w:val="00C60D05"/>
    <w:rsid w:val="00C63F97"/>
    <w:rsid w:val="00C6753A"/>
    <w:rsid w:val="00C70A60"/>
    <w:rsid w:val="00C710E9"/>
    <w:rsid w:val="00C77438"/>
    <w:rsid w:val="00C876D1"/>
    <w:rsid w:val="00C94A30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D032DE"/>
    <w:rsid w:val="00D060D6"/>
    <w:rsid w:val="00D26183"/>
    <w:rsid w:val="00D27584"/>
    <w:rsid w:val="00D3369D"/>
    <w:rsid w:val="00D3420F"/>
    <w:rsid w:val="00D42FB8"/>
    <w:rsid w:val="00D44562"/>
    <w:rsid w:val="00D45CC9"/>
    <w:rsid w:val="00D4777D"/>
    <w:rsid w:val="00D54621"/>
    <w:rsid w:val="00D56219"/>
    <w:rsid w:val="00D63D5F"/>
    <w:rsid w:val="00D647B6"/>
    <w:rsid w:val="00D659D8"/>
    <w:rsid w:val="00D7117D"/>
    <w:rsid w:val="00D75121"/>
    <w:rsid w:val="00D75BDC"/>
    <w:rsid w:val="00D75C50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768A"/>
    <w:rsid w:val="00DF45E2"/>
    <w:rsid w:val="00E1084A"/>
    <w:rsid w:val="00E12BF3"/>
    <w:rsid w:val="00E3727A"/>
    <w:rsid w:val="00E441E4"/>
    <w:rsid w:val="00E517C9"/>
    <w:rsid w:val="00E52FB3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A7B92"/>
    <w:rsid w:val="00EC1D76"/>
    <w:rsid w:val="00ED0F5B"/>
    <w:rsid w:val="00ED44B2"/>
    <w:rsid w:val="00ED78F6"/>
    <w:rsid w:val="00EE5775"/>
    <w:rsid w:val="00F0274C"/>
    <w:rsid w:val="00F0305F"/>
    <w:rsid w:val="00F036F3"/>
    <w:rsid w:val="00F13A98"/>
    <w:rsid w:val="00F26542"/>
    <w:rsid w:val="00F26C6D"/>
    <w:rsid w:val="00F323B9"/>
    <w:rsid w:val="00F46D68"/>
    <w:rsid w:val="00F557F5"/>
    <w:rsid w:val="00F60F36"/>
    <w:rsid w:val="00F63236"/>
    <w:rsid w:val="00F649B5"/>
    <w:rsid w:val="00F66604"/>
    <w:rsid w:val="00F7637B"/>
    <w:rsid w:val="00F7742E"/>
    <w:rsid w:val="00F855F3"/>
    <w:rsid w:val="00FA564D"/>
    <w:rsid w:val="00FA5D7C"/>
    <w:rsid w:val="00FA771B"/>
    <w:rsid w:val="00FB26B3"/>
    <w:rsid w:val="00FB7A55"/>
    <w:rsid w:val="00FD221C"/>
    <w:rsid w:val="00FD685A"/>
    <w:rsid w:val="00FE14AF"/>
    <w:rsid w:val="00FF37D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2716CE"/>
    <w:pPr>
      <w:keepNext/>
      <w:jc w:val="center"/>
      <w:outlineLvl w:val="0"/>
    </w:pPr>
    <w:rPr>
      <w:sz w:val="36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16CE"/>
    <w:pPr>
      <w:keepNext/>
      <w:jc w:val="both"/>
      <w:outlineLvl w:val="2"/>
    </w:pPr>
    <w:rPr>
      <w:sz w:val="24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7705A7"/>
    <w:rPr>
      <w:sz w:val="36"/>
    </w:rPr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"/>
    <w:semiHidden/>
    <w:rsid w:val="006E020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20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6E020B"/>
    <w:rPr>
      <w:rFonts w:asciiTheme="minorHAnsi" w:eastAsiaTheme="minorEastAsia" w:hAnsiTheme="minorHAnsi" w:cstheme="minorBidi"/>
      <w:b/>
      <w:bCs/>
    </w:rPr>
  </w:style>
  <w:style w:type="table" w:styleId="TableGrid">
    <w:name w:val="Table Grid"/>
    <w:basedOn w:val="TableNormal"/>
    <w:uiPriority w:val="99"/>
    <w:rsid w:val="00CF4F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020B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36C3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135FE7"/>
    <w:rPr>
      <w:rFonts w:cs="Times New Roman"/>
    </w:rPr>
  </w:style>
  <w:style w:type="paragraph" w:customStyle="1" w:styleId="ConsNormal">
    <w:name w:val="ConsNormal"/>
    <w:uiPriority w:val="99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705A7"/>
    <w:rPr>
      <w:sz w:val="28"/>
    </w:rPr>
  </w:style>
  <w:style w:type="paragraph" w:customStyle="1" w:styleId="ConsPlusNormal">
    <w:name w:val="ConsPlusNormal"/>
    <w:next w:val="Normal"/>
    <w:uiPriority w:val="99"/>
    <w:rsid w:val="003F650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E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E4B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7012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5D02"/>
    <w:pPr>
      <w:ind w:left="720"/>
      <w:contextualSpacing/>
    </w:pPr>
  </w:style>
  <w:style w:type="paragraph" w:customStyle="1" w:styleId="ConsPlusTitle">
    <w:name w:val="ConsPlusTitle"/>
    <w:uiPriority w:val="99"/>
    <w:rsid w:val="001B2328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a">
    <w:name w:val="Основной текст_"/>
    <w:link w:val="1"/>
    <w:uiPriority w:val="99"/>
    <w:locked/>
    <w:rsid w:val="008702A0"/>
    <w:rPr>
      <w:sz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702A0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232</Words>
  <Characters>1326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2018-05-15T05:57:00Z</cp:lastPrinted>
  <dcterms:created xsi:type="dcterms:W3CDTF">2018-05-15T05:57:00Z</dcterms:created>
  <dcterms:modified xsi:type="dcterms:W3CDTF">2018-05-21T04:41:00Z</dcterms:modified>
</cp:coreProperties>
</file>